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8E663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E6633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E663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E663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E6633">
        <w:rPr>
          <w:rFonts w:ascii="Corbel" w:hAnsi="Corbel"/>
          <w:b/>
          <w:smallCaps/>
          <w:sz w:val="24"/>
          <w:szCs w:val="24"/>
        </w:rPr>
        <w:t xml:space="preserve"> </w:t>
      </w:r>
      <w:r w:rsidR="00437B5A" w:rsidRPr="008E6633">
        <w:rPr>
          <w:rFonts w:ascii="Corbel" w:hAnsi="Corbel"/>
          <w:b/>
          <w:smallCaps/>
          <w:sz w:val="24"/>
          <w:szCs w:val="24"/>
        </w:rPr>
        <w:t>202</w:t>
      </w:r>
      <w:r w:rsidR="00A158C7">
        <w:rPr>
          <w:rFonts w:ascii="Corbel" w:hAnsi="Corbel"/>
          <w:b/>
          <w:smallCaps/>
          <w:sz w:val="24"/>
          <w:szCs w:val="24"/>
        </w:rPr>
        <w:t>1</w:t>
      </w:r>
      <w:r w:rsidR="00437B5A" w:rsidRPr="008E6633">
        <w:rPr>
          <w:rFonts w:ascii="Corbel" w:hAnsi="Corbel"/>
          <w:b/>
          <w:smallCaps/>
          <w:sz w:val="24"/>
          <w:szCs w:val="24"/>
        </w:rPr>
        <w:t xml:space="preserve"> -202</w:t>
      </w:r>
      <w:r w:rsidR="00A158C7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8E6633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E6633">
        <w:rPr>
          <w:rFonts w:ascii="Corbel" w:hAnsi="Corbel"/>
          <w:sz w:val="24"/>
          <w:szCs w:val="24"/>
        </w:rPr>
        <w:tab/>
      </w:r>
      <w:r w:rsidRPr="008E6633">
        <w:rPr>
          <w:rFonts w:ascii="Corbel" w:hAnsi="Corbel"/>
          <w:sz w:val="24"/>
          <w:szCs w:val="24"/>
        </w:rPr>
        <w:tab/>
      </w:r>
      <w:r w:rsidRPr="008E6633">
        <w:rPr>
          <w:rFonts w:ascii="Corbel" w:hAnsi="Corbel"/>
          <w:sz w:val="24"/>
          <w:szCs w:val="24"/>
        </w:rPr>
        <w:tab/>
      </w:r>
      <w:r w:rsidRPr="008E6633">
        <w:rPr>
          <w:rFonts w:ascii="Corbel" w:hAnsi="Corbel"/>
          <w:sz w:val="24"/>
          <w:szCs w:val="24"/>
        </w:rPr>
        <w:tab/>
        <w:t xml:space="preserve">Rok akademicki   </w:t>
      </w:r>
      <w:r w:rsidR="00437B5A" w:rsidRPr="008E6633">
        <w:rPr>
          <w:rFonts w:ascii="Corbel" w:hAnsi="Corbel"/>
          <w:sz w:val="24"/>
          <w:szCs w:val="24"/>
        </w:rPr>
        <w:t>202</w:t>
      </w:r>
      <w:r w:rsidR="00A158C7">
        <w:rPr>
          <w:rFonts w:ascii="Corbel" w:hAnsi="Corbel"/>
          <w:sz w:val="24"/>
          <w:szCs w:val="24"/>
        </w:rPr>
        <w:t>2</w:t>
      </w:r>
      <w:r w:rsidR="00437B5A" w:rsidRPr="008E6633">
        <w:rPr>
          <w:rFonts w:ascii="Corbel" w:hAnsi="Corbel"/>
          <w:sz w:val="24"/>
          <w:szCs w:val="24"/>
        </w:rPr>
        <w:t>/202</w:t>
      </w:r>
      <w:r w:rsidR="00A158C7">
        <w:rPr>
          <w:rFonts w:ascii="Corbel" w:hAnsi="Corbel"/>
          <w:sz w:val="24"/>
          <w:szCs w:val="24"/>
        </w:rPr>
        <w:t>3</w:t>
      </w:r>
      <w:r w:rsidR="00437B5A" w:rsidRPr="008E6633">
        <w:rPr>
          <w:rFonts w:ascii="Corbel" w:hAnsi="Corbel"/>
          <w:sz w:val="24"/>
          <w:szCs w:val="24"/>
        </w:rPr>
        <w:t xml:space="preserve"> oraz 202</w:t>
      </w:r>
      <w:r w:rsidR="00A158C7">
        <w:rPr>
          <w:rFonts w:ascii="Corbel" w:hAnsi="Corbel"/>
          <w:sz w:val="24"/>
          <w:szCs w:val="24"/>
        </w:rPr>
        <w:t>3</w:t>
      </w:r>
      <w:r w:rsidR="00437B5A" w:rsidRPr="008E6633">
        <w:rPr>
          <w:rFonts w:ascii="Corbel" w:hAnsi="Corbel"/>
          <w:sz w:val="24"/>
          <w:szCs w:val="24"/>
        </w:rPr>
        <w:t>/202</w:t>
      </w:r>
      <w:r w:rsidR="00A158C7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:rsidR="0085747A" w:rsidRPr="008E663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E663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E6633">
        <w:rPr>
          <w:rFonts w:ascii="Corbel" w:hAnsi="Corbel"/>
          <w:szCs w:val="24"/>
        </w:rPr>
        <w:t xml:space="preserve">1. </w:t>
      </w:r>
      <w:r w:rsidR="0085747A" w:rsidRPr="008E6633">
        <w:rPr>
          <w:rFonts w:ascii="Corbel" w:hAnsi="Corbel"/>
          <w:szCs w:val="24"/>
        </w:rPr>
        <w:t xml:space="preserve">Podstawowe </w:t>
      </w:r>
      <w:r w:rsidR="00445970" w:rsidRPr="008E663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E6633" w:rsidTr="00B819C8">
        <w:tc>
          <w:tcPr>
            <w:tcW w:w="2694" w:type="dxa"/>
            <w:vAlign w:val="center"/>
          </w:tcPr>
          <w:p w:rsidR="0085747A" w:rsidRPr="008E6633" w:rsidRDefault="00C05F44" w:rsidP="00E63C3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42F88" w:rsidRPr="008E6633" w:rsidRDefault="002318A2" w:rsidP="00A42F88">
            <w:pPr>
              <w:pStyle w:val="Odpowiedzi"/>
              <w:spacing w:before="0" w:after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 xml:space="preserve">trening </w:t>
            </w:r>
            <w:r w:rsidR="00CE6B30" w:rsidRPr="008E6633">
              <w:rPr>
                <w:rFonts w:ascii="Corbel" w:hAnsi="Corbel"/>
                <w:sz w:val="24"/>
                <w:szCs w:val="24"/>
              </w:rPr>
              <w:t>twórczy osób z niepełnosprawnością intelektualną</w:t>
            </w:r>
            <w:r w:rsidR="0067093F" w:rsidRPr="008E6633">
              <w:rPr>
                <w:rFonts w:ascii="Corbel" w:hAnsi="Corbel"/>
                <w:sz w:val="24"/>
                <w:szCs w:val="24"/>
              </w:rPr>
              <w:t>:</w:t>
            </w:r>
          </w:p>
          <w:p w:rsidR="0085747A" w:rsidRPr="008E6633" w:rsidRDefault="00437B5A" w:rsidP="00A42F88">
            <w:pPr>
              <w:pStyle w:val="Odpowiedzi"/>
              <w:spacing w:before="0" w:after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arteterapia</w:t>
            </w:r>
          </w:p>
        </w:tc>
      </w:tr>
      <w:tr w:rsidR="0085747A" w:rsidRPr="008E6633" w:rsidTr="00B819C8">
        <w:tc>
          <w:tcPr>
            <w:tcW w:w="2694" w:type="dxa"/>
            <w:vAlign w:val="center"/>
          </w:tcPr>
          <w:p w:rsidR="0085747A" w:rsidRPr="008E663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E663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E6633" w:rsidRDefault="00437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8E6633" w:rsidTr="00B819C8">
        <w:tc>
          <w:tcPr>
            <w:tcW w:w="2694" w:type="dxa"/>
            <w:vAlign w:val="center"/>
          </w:tcPr>
          <w:p w:rsidR="0085747A" w:rsidRPr="008E6633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N</w:t>
            </w:r>
            <w:r w:rsidR="0085747A" w:rsidRPr="008E663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E663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E6633" w:rsidRDefault="007A265C" w:rsidP="00437B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8E6633" w:rsidTr="00B819C8">
        <w:tc>
          <w:tcPr>
            <w:tcW w:w="2694" w:type="dxa"/>
            <w:vAlign w:val="center"/>
          </w:tcPr>
          <w:p w:rsidR="0085747A" w:rsidRPr="008E66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E6633" w:rsidRDefault="00437B5A" w:rsidP="00437B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8E6633" w:rsidTr="00B819C8">
        <w:tc>
          <w:tcPr>
            <w:tcW w:w="2694" w:type="dxa"/>
            <w:vAlign w:val="center"/>
          </w:tcPr>
          <w:p w:rsidR="0085747A" w:rsidRPr="008E66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E6633" w:rsidRDefault="00437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8E6633" w:rsidTr="00B819C8">
        <w:tc>
          <w:tcPr>
            <w:tcW w:w="2694" w:type="dxa"/>
            <w:vAlign w:val="center"/>
          </w:tcPr>
          <w:p w:rsidR="0085747A" w:rsidRPr="008E663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E6633" w:rsidRDefault="00FE3A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437B5A" w:rsidRPr="008E6633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8E6633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8E6633" w:rsidTr="00B819C8">
        <w:tc>
          <w:tcPr>
            <w:tcW w:w="2694" w:type="dxa"/>
            <w:vAlign w:val="center"/>
          </w:tcPr>
          <w:p w:rsidR="0085747A" w:rsidRPr="008E66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E6633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8E6633" w:rsidTr="00B819C8">
        <w:tc>
          <w:tcPr>
            <w:tcW w:w="2694" w:type="dxa"/>
            <w:vAlign w:val="center"/>
          </w:tcPr>
          <w:p w:rsidR="0085747A" w:rsidRPr="008E66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E6633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8E6633" w:rsidTr="00B819C8">
        <w:tc>
          <w:tcPr>
            <w:tcW w:w="2694" w:type="dxa"/>
            <w:vAlign w:val="center"/>
          </w:tcPr>
          <w:p w:rsidR="0085747A" w:rsidRPr="008E66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E6633">
              <w:rPr>
                <w:rFonts w:ascii="Corbel" w:hAnsi="Corbel"/>
                <w:sz w:val="24"/>
                <w:szCs w:val="24"/>
              </w:rPr>
              <w:t>/y</w:t>
            </w:r>
            <w:r w:rsidRPr="008E663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E6633" w:rsidRDefault="00FE3A93" w:rsidP="00437B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r w:rsidR="00437B5A" w:rsidRPr="008E6633">
              <w:rPr>
                <w:rFonts w:ascii="Corbel" w:hAnsi="Corbel"/>
                <w:b w:val="0"/>
                <w:sz w:val="24"/>
                <w:szCs w:val="24"/>
              </w:rPr>
              <w:t>4 semestr</w:t>
            </w:r>
            <w:r w:rsidRPr="008E6633">
              <w:rPr>
                <w:rFonts w:ascii="Corbel" w:hAnsi="Corbel"/>
                <w:b w:val="0"/>
                <w:sz w:val="24"/>
                <w:szCs w:val="24"/>
              </w:rPr>
              <w:t xml:space="preserve">; rok III, </w:t>
            </w:r>
            <w:r w:rsidR="00437B5A" w:rsidRPr="008E6633">
              <w:rPr>
                <w:rFonts w:ascii="Corbel" w:hAnsi="Corbel"/>
                <w:b w:val="0"/>
                <w:sz w:val="24"/>
                <w:szCs w:val="24"/>
              </w:rPr>
              <w:t>5 semestr</w:t>
            </w:r>
            <w:r w:rsidRPr="008E663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C290C" w:rsidRPr="008E6633" w:rsidTr="000E6F44">
        <w:tc>
          <w:tcPr>
            <w:tcW w:w="2694" w:type="dxa"/>
            <w:vAlign w:val="center"/>
          </w:tcPr>
          <w:p w:rsidR="003C290C" w:rsidRPr="008E6633" w:rsidRDefault="003C290C" w:rsidP="00437B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C290C" w:rsidRPr="008E6633" w:rsidRDefault="003C290C" w:rsidP="00344B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dydaktyczno-metodyczne; przedmiot specjalnościowy</w:t>
            </w:r>
          </w:p>
        </w:tc>
      </w:tr>
      <w:tr w:rsidR="003C290C" w:rsidRPr="008E6633" w:rsidTr="00B819C8">
        <w:tc>
          <w:tcPr>
            <w:tcW w:w="2694" w:type="dxa"/>
            <w:vAlign w:val="center"/>
          </w:tcPr>
          <w:p w:rsidR="003C290C" w:rsidRPr="008E6633" w:rsidRDefault="003C290C" w:rsidP="00437B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C290C" w:rsidRPr="008E6633" w:rsidRDefault="003C290C" w:rsidP="00344B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C290C" w:rsidRPr="008E6633" w:rsidTr="00B819C8">
        <w:tc>
          <w:tcPr>
            <w:tcW w:w="2694" w:type="dxa"/>
            <w:vAlign w:val="center"/>
          </w:tcPr>
          <w:p w:rsidR="003C290C" w:rsidRPr="008E6633" w:rsidRDefault="003C290C" w:rsidP="00437B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C290C" w:rsidRPr="008E6633" w:rsidRDefault="003C290C" w:rsidP="00344B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>dr Beata Gumienny, dr Aleksandra Mach</w:t>
            </w:r>
          </w:p>
        </w:tc>
      </w:tr>
      <w:tr w:rsidR="0085747A" w:rsidRPr="008E6633" w:rsidTr="00B819C8">
        <w:tc>
          <w:tcPr>
            <w:tcW w:w="2694" w:type="dxa"/>
            <w:vAlign w:val="center"/>
          </w:tcPr>
          <w:p w:rsidR="0085747A" w:rsidRPr="008E66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8E6633" w:rsidRDefault="00437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Marta </w:t>
            </w:r>
            <w:proofErr w:type="spellStart"/>
            <w:r w:rsidRPr="008E6633">
              <w:rPr>
                <w:rFonts w:ascii="Corbel" w:hAnsi="Corbel"/>
                <w:b w:val="0"/>
                <w:sz w:val="24"/>
                <w:szCs w:val="24"/>
                <w:lang w:val="en-US"/>
              </w:rPr>
              <w:t>Uberman</w:t>
            </w:r>
            <w:proofErr w:type="spellEnd"/>
            <w:r w:rsidRPr="008E6633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</w:tbl>
    <w:p w:rsidR="0085747A" w:rsidRPr="008E6633" w:rsidRDefault="0085747A" w:rsidP="003247B2">
      <w:pPr>
        <w:pStyle w:val="Podpunkty"/>
        <w:ind w:left="0"/>
        <w:rPr>
          <w:rFonts w:ascii="Corbel" w:hAnsi="Corbel"/>
          <w:sz w:val="24"/>
          <w:szCs w:val="24"/>
        </w:rPr>
      </w:pPr>
      <w:r w:rsidRPr="008E6633">
        <w:rPr>
          <w:rFonts w:ascii="Corbel" w:hAnsi="Corbel"/>
          <w:sz w:val="24"/>
          <w:szCs w:val="24"/>
        </w:rPr>
        <w:t xml:space="preserve">* </w:t>
      </w:r>
      <w:r w:rsidRPr="008E6633">
        <w:rPr>
          <w:rFonts w:ascii="Corbel" w:hAnsi="Corbel"/>
          <w:i/>
          <w:sz w:val="24"/>
          <w:szCs w:val="24"/>
        </w:rPr>
        <w:t>-</w:t>
      </w:r>
      <w:r w:rsidR="00B90885" w:rsidRPr="008E663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E6633">
        <w:rPr>
          <w:rFonts w:ascii="Corbel" w:hAnsi="Corbel"/>
          <w:b w:val="0"/>
          <w:sz w:val="24"/>
          <w:szCs w:val="24"/>
        </w:rPr>
        <w:t>e,</w:t>
      </w:r>
      <w:r w:rsidRPr="008E6633">
        <w:rPr>
          <w:rFonts w:ascii="Corbel" w:hAnsi="Corbel"/>
          <w:i/>
          <w:sz w:val="24"/>
          <w:szCs w:val="24"/>
        </w:rPr>
        <w:t xml:space="preserve"> </w:t>
      </w:r>
      <w:r w:rsidRPr="008E663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E6633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E663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8E6633" w:rsidRDefault="0085747A" w:rsidP="00FF263E">
      <w:pPr>
        <w:pStyle w:val="Podpunkty"/>
        <w:ind w:left="284"/>
        <w:rPr>
          <w:rFonts w:ascii="Corbel" w:hAnsi="Corbel"/>
          <w:sz w:val="24"/>
          <w:szCs w:val="24"/>
        </w:rPr>
      </w:pPr>
      <w:r w:rsidRPr="008E6633">
        <w:rPr>
          <w:rFonts w:ascii="Corbel" w:hAnsi="Corbel"/>
          <w:sz w:val="24"/>
          <w:szCs w:val="24"/>
        </w:rPr>
        <w:t>1.</w:t>
      </w:r>
      <w:r w:rsidR="00E22FBC" w:rsidRPr="008E6633">
        <w:rPr>
          <w:rFonts w:ascii="Corbel" w:hAnsi="Corbel"/>
          <w:sz w:val="24"/>
          <w:szCs w:val="24"/>
        </w:rPr>
        <w:t>1</w:t>
      </w:r>
      <w:r w:rsidRPr="008E663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8E6633" w:rsidTr="003247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E66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6633">
              <w:rPr>
                <w:rFonts w:ascii="Corbel" w:hAnsi="Corbel"/>
                <w:szCs w:val="24"/>
              </w:rPr>
              <w:t>Semestr</w:t>
            </w:r>
          </w:p>
          <w:p w:rsidR="00015B8F" w:rsidRPr="008E663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6633">
              <w:rPr>
                <w:rFonts w:ascii="Corbel" w:hAnsi="Corbel"/>
                <w:szCs w:val="24"/>
              </w:rPr>
              <w:t>(</w:t>
            </w:r>
            <w:r w:rsidR="00363F78" w:rsidRPr="008E663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66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6633">
              <w:rPr>
                <w:rFonts w:ascii="Corbel" w:hAnsi="Corbel"/>
                <w:szCs w:val="24"/>
              </w:rPr>
              <w:t>Wykł</w:t>
            </w:r>
            <w:proofErr w:type="spellEnd"/>
            <w:r w:rsidRPr="008E66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66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663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66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6633">
              <w:rPr>
                <w:rFonts w:ascii="Corbel" w:hAnsi="Corbel"/>
                <w:szCs w:val="24"/>
              </w:rPr>
              <w:t>Konw</w:t>
            </w:r>
            <w:proofErr w:type="spellEnd"/>
            <w:r w:rsidRPr="008E66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66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663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E66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663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66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663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66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6633">
              <w:rPr>
                <w:rFonts w:ascii="Corbel" w:hAnsi="Corbel"/>
                <w:szCs w:val="24"/>
              </w:rPr>
              <w:t>Prakt</w:t>
            </w:r>
            <w:proofErr w:type="spellEnd"/>
            <w:r w:rsidRPr="008E66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6633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E66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6633">
              <w:rPr>
                <w:rFonts w:ascii="Corbel" w:hAnsi="Corbel"/>
                <w:b/>
                <w:szCs w:val="24"/>
              </w:rPr>
              <w:t>Liczba pkt</w:t>
            </w:r>
            <w:r w:rsidR="00B90885" w:rsidRPr="008E6633">
              <w:rPr>
                <w:rFonts w:ascii="Corbel" w:hAnsi="Corbel"/>
                <w:b/>
                <w:szCs w:val="24"/>
              </w:rPr>
              <w:t>.</w:t>
            </w:r>
            <w:r w:rsidRPr="008E663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247B2" w:rsidRPr="008E6633" w:rsidTr="003247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6633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6633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6633">
              <w:rPr>
                <w:rFonts w:ascii="Corbel" w:hAnsi="Corbel"/>
                <w:b/>
                <w:szCs w:val="24"/>
              </w:rPr>
              <w:t>2</w:t>
            </w:r>
          </w:p>
        </w:tc>
      </w:tr>
      <w:tr w:rsidR="003247B2" w:rsidRPr="008E6633" w:rsidTr="003247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6633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6633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6633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:rsidR="00923D7D" w:rsidRPr="008E663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E663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E6633">
        <w:rPr>
          <w:rFonts w:ascii="Corbel" w:hAnsi="Corbel"/>
          <w:smallCaps w:val="0"/>
          <w:szCs w:val="24"/>
        </w:rPr>
        <w:t>1.</w:t>
      </w:r>
      <w:r w:rsidR="00E22FBC" w:rsidRPr="008E6633">
        <w:rPr>
          <w:rFonts w:ascii="Corbel" w:hAnsi="Corbel"/>
          <w:smallCaps w:val="0"/>
          <w:szCs w:val="24"/>
        </w:rPr>
        <w:t>2</w:t>
      </w:r>
      <w:r w:rsidR="00F83B28" w:rsidRPr="008E6633">
        <w:rPr>
          <w:rFonts w:ascii="Corbel" w:hAnsi="Corbel"/>
          <w:smallCaps w:val="0"/>
          <w:szCs w:val="24"/>
        </w:rPr>
        <w:t>.</w:t>
      </w:r>
      <w:r w:rsidR="00F83B28" w:rsidRPr="008E6633">
        <w:rPr>
          <w:rFonts w:ascii="Corbel" w:hAnsi="Corbel"/>
          <w:smallCaps w:val="0"/>
          <w:szCs w:val="24"/>
        </w:rPr>
        <w:tab/>
      </w:r>
      <w:r w:rsidRPr="008E6633">
        <w:rPr>
          <w:rFonts w:ascii="Corbel" w:hAnsi="Corbel"/>
          <w:smallCaps w:val="0"/>
          <w:szCs w:val="24"/>
        </w:rPr>
        <w:t xml:space="preserve">Sposób realizacji zajęć  </w:t>
      </w:r>
    </w:p>
    <w:p w:rsidR="003247B2" w:rsidRPr="008E6633" w:rsidRDefault="003247B2" w:rsidP="003247B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6633">
        <w:rPr>
          <w:rFonts w:ascii="Corbel" w:eastAsia="MS Gothic" w:hAnsi="Corbel"/>
          <w:b w:val="0"/>
          <w:szCs w:val="24"/>
        </w:rPr>
        <w:sym w:font="Wingdings" w:char="F078"/>
      </w:r>
      <w:r w:rsidRPr="008E6633">
        <w:rPr>
          <w:rFonts w:ascii="Corbel" w:eastAsia="MS Gothic" w:hAnsi="Corbel"/>
          <w:b w:val="0"/>
          <w:szCs w:val="24"/>
        </w:rPr>
        <w:t xml:space="preserve"> </w:t>
      </w:r>
      <w:r w:rsidRPr="008E6633">
        <w:rPr>
          <w:rFonts w:ascii="Corbel" w:hAnsi="Corbel"/>
          <w:b w:val="0"/>
          <w:smallCaps w:val="0"/>
          <w:szCs w:val="24"/>
        </w:rPr>
        <w:t>zajęcia w formie tradycyjnej</w:t>
      </w:r>
    </w:p>
    <w:p w:rsidR="003247B2" w:rsidRPr="008E6633" w:rsidRDefault="003247B2" w:rsidP="003247B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6633">
        <w:rPr>
          <w:rFonts w:ascii="MS Gothic" w:eastAsia="MS Gothic" w:hAnsi="MS Gothic" w:cs="MS Gothic" w:hint="eastAsia"/>
          <w:b w:val="0"/>
          <w:szCs w:val="24"/>
        </w:rPr>
        <w:t>☐</w:t>
      </w:r>
      <w:r w:rsidRPr="008E663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E663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247B2" w:rsidRPr="008E663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E6633">
        <w:rPr>
          <w:rFonts w:ascii="Corbel" w:hAnsi="Corbel"/>
          <w:smallCaps w:val="0"/>
          <w:szCs w:val="24"/>
        </w:rPr>
        <w:t xml:space="preserve">1.3 </w:t>
      </w:r>
      <w:r w:rsidR="00F83B28" w:rsidRPr="008E6633">
        <w:rPr>
          <w:rFonts w:ascii="Corbel" w:hAnsi="Corbel"/>
          <w:smallCaps w:val="0"/>
          <w:szCs w:val="24"/>
        </w:rPr>
        <w:tab/>
      </w:r>
      <w:r w:rsidRPr="008E6633">
        <w:rPr>
          <w:rFonts w:ascii="Corbel" w:hAnsi="Corbel"/>
          <w:smallCaps w:val="0"/>
          <w:szCs w:val="24"/>
        </w:rPr>
        <w:t>For</w:t>
      </w:r>
      <w:r w:rsidR="00F153F7" w:rsidRPr="008E6633">
        <w:rPr>
          <w:rFonts w:ascii="Corbel" w:hAnsi="Corbel"/>
          <w:smallCaps w:val="0"/>
          <w:szCs w:val="24"/>
        </w:rPr>
        <w:t xml:space="preserve">ma zaliczenia przedmiotu: </w:t>
      </w:r>
    </w:p>
    <w:p w:rsidR="00E22FBC" w:rsidRPr="008E6633" w:rsidRDefault="003247B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E6633">
        <w:rPr>
          <w:rFonts w:ascii="Corbel" w:hAnsi="Corbel"/>
          <w:smallCaps w:val="0"/>
          <w:szCs w:val="24"/>
        </w:rPr>
        <w:tab/>
      </w:r>
      <w:r w:rsidR="00F153F7" w:rsidRPr="008E6633">
        <w:rPr>
          <w:rFonts w:ascii="Corbel" w:hAnsi="Corbel"/>
          <w:b w:val="0"/>
          <w:smallCaps w:val="0"/>
          <w:szCs w:val="24"/>
        </w:rPr>
        <w:t xml:space="preserve">zaliczenie </w:t>
      </w:r>
      <w:r w:rsidR="00E22FBC" w:rsidRPr="008E6633">
        <w:rPr>
          <w:rFonts w:ascii="Corbel" w:hAnsi="Corbel"/>
          <w:b w:val="0"/>
          <w:smallCaps w:val="0"/>
          <w:szCs w:val="24"/>
        </w:rPr>
        <w:t>z oceną</w:t>
      </w:r>
    </w:p>
    <w:p w:rsidR="009C54AE" w:rsidRPr="008E6633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E663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663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E6633" w:rsidTr="00745302">
        <w:tc>
          <w:tcPr>
            <w:tcW w:w="9670" w:type="dxa"/>
          </w:tcPr>
          <w:p w:rsidR="0085747A" w:rsidRPr="008E6633" w:rsidRDefault="00F153F7" w:rsidP="003C290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Podstawowa wiedza w zakresie psychologii rozwojowej, pedagogiki specjalnej, m</w:t>
            </w:r>
            <w:r w:rsidR="00211533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edycznych podstaw </w:t>
            </w:r>
            <w:r w:rsidR="003C290C" w:rsidRPr="008E6633">
              <w:rPr>
                <w:rFonts w:ascii="Corbel" w:hAnsi="Corbel"/>
                <w:b w:val="0"/>
                <w:smallCaps w:val="0"/>
                <w:szCs w:val="24"/>
              </w:rPr>
              <w:t>niepełnosprawności intelektualnej</w:t>
            </w:r>
            <w:r w:rsidR="00211533" w:rsidRPr="008E6633">
              <w:rPr>
                <w:rFonts w:ascii="Corbel" w:hAnsi="Corbel"/>
                <w:b w:val="0"/>
                <w:smallCaps w:val="0"/>
                <w:szCs w:val="24"/>
              </w:rPr>
              <w:t>, podstaw psychiatrii.</w:t>
            </w:r>
          </w:p>
        </w:tc>
      </w:tr>
    </w:tbl>
    <w:p w:rsidR="0085747A" w:rsidRPr="008E663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6633">
        <w:rPr>
          <w:rFonts w:ascii="Corbel" w:hAnsi="Corbel"/>
          <w:szCs w:val="24"/>
        </w:rPr>
        <w:t>3.</w:t>
      </w:r>
      <w:r w:rsidR="0085747A" w:rsidRPr="008E6633">
        <w:rPr>
          <w:rFonts w:ascii="Corbel" w:hAnsi="Corbel"/>
          <w:szCs w:val="24"/>
        </w:rPr>
        <w:t xml:space="preserve"> </w:t>
      </w:r>
      <w:r w:rsidR="00A84C85" w:rsidRPr="008E6633">
        <w:rPr>
          <w:rFonts w:ascii="Corbel" w:hAnsi="Corbel"/>
          <w:szCs w:val="24"/>
        </w:rPr>
        <w:t>cele, efekty uczenia się</w:t>
      </w:r>
      <w:r w:rsidR="0085747A" w:rsidRPr="008E6633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E663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8E6633" w:rsidRDefault="0071620A" w:rsidP="00FF263E">
      <w:pPr>
        <w:pStyle w:val="Podpunkty"/>
        <w:rPr>
          <w:rFonts w:ascii="Corbel" w:hAnsi="Corbel"/>
          <w:sz w:val="24"/>
          <w:szCs w:val="24"/>
        </w:rPr>
      </w:pPr>
      <w:r w:rsidRPr="008E6633">
        <w:rPr>
          <w:rFonts w:ascii="Corbel" w:hAnsi="Corbel"/>
          <w:sz w:val="24"/>
          <w:szCs w:val="24"/>
        </w:rPr>
        <w:t xml:space="preserve">3.1 </w:t>
      </w:r>
      <w:r w:rsidR="00C05F44" w:rsidRPr="008E6633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7F35" w:rsidRPr="008E6633" w:rsidTr="00137F35">
        <w:tc>
          <w:tcPr>
            <w:tcW w:w="851" w:type="dxa"/>
            <w:vAlign w:val="center"/>
          </w:tcPr>
          <w:p w:rsidR="00137F35" w:rsidRPr="008E6633" w:rsidRDefault="00137F3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137F35" w:rsidRPr="008E6633" w:rsidRDefault="00137F35" w:rsidP="00B977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>Zapozn</w:t>
            </w:r>
            <w:r w:rsidR="00211533" w:rsidRPr="008E6633">
              <w:rPr>
                <w:rFonts w:ascii="Corbel" w:hAnsi="Corbel"/>
                <w:b w:val="0"/>
                <w:sz w:val="24"/>
                <w:szCs w:val="24"/>
              </w:rPr>
              <w:t xml:space="preserve">anie z </w:t>
            </w:r>
            <w:r w:rsidR="00B97766" w:rsidRPr="008E6633">
              <w:rPr>
                <w:rFonts w:ascii="Corbel" w:hAnsi="Corbel"/>
                <w:b w:val="0"/>
                <w:sz w:val="24"/>
                <w:szCs w:val="24"/>
              </w:rPr>
              <w:t xml:space="preserve">podstawowymi problemami </w:t>
            </w:r>
            <w:r w:rsidR="00211533" w:rsidRPr="008E6633">
              <w:rPr>
                <w:rFonts w:ascii="Corbel" w:hAnsi="Corbel"/>
                <w:b w:val="0"/>
                <w:sz w:val="24"/>
                <w:szCs w:val="24"/>
              </w:rPr>
              <w:t>arteterapii.</w:t>
            </w:r>
          </w:p>
        </w:tc>
      </w:tr>
      <w:tr w:rsidR="00137F35" w:rsidRPr="008E6633" w:rsidTr="00137F35">
        <w:tc>
          <w:tcPr>
            <w:tcW w:w="851" w:type="dxa"/>
            <w:vAlign w:val="center"/>
          </w:tcPr>
          <w:p w:rsidR="00137F35" w:rsidRPr="008E6633" w:rsidRDefault="00137F35" w:rsidP="00812C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C2 </w:t>
            </w:r>
          </w:p>
        </w:tc>
        <w:tc>
          <w:tcPr>
            <w:tcW w:w="8819" w:type="dxa"/>
            <w:vAlign w:val="center"/>
          </w:tcPr>
          <w:p w:rsidR="00137F35" w:rsidRPr="008E6633" w:rsidRDefault="00B97766" w:rsidP="003C29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warsztatowych w zakresie technik plastycznych oraz rękodzielniczych stosowanych w arteterapii osób z </w:t>
            </w:r>
            <w:r w:rsidR="003C290C" w:rsidRPr="008E6633">
              <w:rPr>
                <w:rFonts w:ascii="Corbel" w:hAnsi="Corbel"/>
                <w:b w:val="0"/>
                <w:sz w:val="24"/>
                <w:szCs w:val="24"/>
              </w:rPr>
              <w:t>niepełnosprawnością intelektualną</w:t>
            </w:r>
            <w:r w:rsidRPr="008E663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37F35" w:rsidRPr="008E6633" w:rsidTr="00137F35">
        <w:tc>
          <w:tcPr>
            <w:tcW w:w="851" w:type="dxa"/>
            <w:vAlign w:val="center"/>
          </w:tcPr>
          <w:p w:rsidR="00137F35" w:rsidRPr="008E6633" w:rsidRDefault="00137F35" w:rsidP="008479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37F35" w:rsidRPr="008E6633" w:rsidRDefault="00B97766" w:rsidP="003C29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 xml:space="preserve">Uświadomienie konieczności profesjonalnej opieki arteterapeutycznej nad osobami z </w:t>
            </w:r>
            <w:r w:rsidR="003C290C" w:rsidRPr="008E6633">
              <w:rPr>
                <w:rFonts w:ascii="Corbel" w:hAnsi="Corbel"/>
                <w:b w:val="0"/>
                <w:sz w:val="24"/>
                <w:szCs w:val="24"/>
              </w:rPr>
              <w:t>niepełnosprawnością intelektualną</w:t>
            </w:r>
            <w:r w:rsidRPr="008E663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8E66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E6633" w:rsidRDefault="009F4610" w:rsidP="00FF263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6633">
        <w:rPr>
          <w:rFonts w:ascii="Corbel" w:hAnsi="Corbel"/>
          <w:b/>
          <w:sz w:val="24"/>
          <w:szCs w:val="24"/>
        </w:rPr>
        <w:t xml:space="preserve">3.2 </w:t>
      </w:r>
      <w:r w:rsidR="001D7B54" w:rsidRPr="008E6633">
        <w:rPr>
          <w:rFonts w:ascii="Corbel" w:hAnsi="Corbel"/>
          <w:b/>
          <w:sz w:val="24"/>
          <w:szCs w:val="24"/>
        </w:rPr>
        <w:t xml:space="preserve">Efekty </w:t>
      </w:r>
      <w:r w:rsidR="00C05F44" w:rsidRPr="008E663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E6633">
        <w:rPr>
          <w:rFonts w:ascii="Corbel" w:hAnsi="Corbel"/>
          <w:b/>
          <w:sz w:val="24"/>
          <w:szCs w:val="24"/>
        </w:rPr>
        <w:t>dla przedmiotu</w:t>
      </w:r>
      <w:r w:rsidR="00445970" w:rsidRPr="008E6633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378"/>
        <w:gridCol w:w="1732"/>
      </w:tblGrid>
      <w:tr w:rsidR="0085747A" w:rsidRPr="008E6633" w:rsidTr="003247B2">
        <w:tc>
          <w:tcPr>
            <w:tcW w:w="1560" w:type="dxa"/>
            <w:vAlign w:val="center"/>
          </w:tcPr>
          <w:p w:rsidR="0085747A" w:rsidRPr="008E663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E663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E663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  <w:vAlign w:val="center"/>
          </w:tcPr>
          <w:p w:rsidR="0085747A" w:rsidRPr="008E663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:rsidR="0085747A" w:rsidRPr="008E663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E663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5F6D" w:rsidRPr="008E6633" w:rsidTr="003247B2">
        <w:tc>
          <w:tcPr>
            <w:tcW w:w="1560" w:type="dxa"/>
            <w:vAlign w:val="center"/>
          </w:tcPr>
          <w:p w:rsidR="00265F6D" w:rsidRPr="008E6633" w:rsidRDefault="00265F6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65F6D" w:rsidRPr="008E6633" w:rsidRDefault="00265F6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Student/-ka zna i rozumie</w:t>
            </w:r>
          </w:p>
        </w:tc>
        <w:tc>
          <w:tcPr>
            <w:tcW w:w="1732" w:type="dxa"/>
            <w:vAlign w:val="center"/>
          </w:tcPr>
          <w:p w:rsidR="00265F6D" w:rsidRPr="008E6633" w:rsidRDefault="00265F6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E6633" w:rsidTr="003247B2">
        <w:tc>
          <w:tcPr>
            <w:tcW w:w="1560" w:type="dxa"/>
          </w:tcPr>
          <w:p w:rsidR="0085747A" w:rsidRPr="008E66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8" w:type="dxa"/>
          </w:tcPr>
          <w:p w:rsidR="0010459E" w:rsidRPr="008E6633" w:rsidRDefault="005A7DB6" w:rsidP="008A54B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indywidualne podejście do problemów </w:t>
            </w:r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osób z</w:t>
            </w:r>
            <w:r w:rsidR="003C290C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niepełnosprawnością intelektualną</w:t>
            </w:r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a także</w:t>
            </w:r>
            <w:r w:rsidR="00345C09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ma wie</w:t>
            </w:r>
            <w:r w:rsidR="0010459E" w:rsidRPr="008E6633">
              <w:rPr>
                <w:rFonts w:ascii="Corbel" w:hAnsi="Corbel"/>
                <w:b w:val="0"/>
                <w:smallCaps w:val="0"/>
                <w:szCs w:val="24"/>
              </w:rPr>
              <w:t>dzę o</w:t>
            </w:r>
            <w:r w:rsidR="00345C09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podstawowych pojęciach </w:t>
            </w:r>
            <w:r w:rsidR="00137F35" w:rsidRPr="008E6633">
              <w:rPr>
                <w:rFonts w:ascii="Corbel" w:hAnsi="Corbel"/>
                <w:b w:val="0"/>
                <w:smallCaps w:val="0"/>
                <w:szCs w:val="24"/>
              </w:rPr>
              <w:t>arte</w:t>
            </w:r>
            <w:r w:rsidR="00345C09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terapii oraz o miejscu i znaczeniu </w:t>
            </w:r>
            <w:r w:rsidR="00137F35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jej </w:t>
            </w:r>
            <w:r w:rsidR="00345C09" w:rsidRPr="008E6633">
              <w:rPr>
                <w:rFonts w:ascii="Corbel" w:hAnsi="Corbel"/>
                <w:b w:val="0"/>
                <w:smallCaps w:val="0"/>
                <w:szCs w:val="24"/>
              </w:rPr>
              <w:t>w terapii</w:t>
            </w:r>
            <w:r w:rsidR="003C290C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tych </w:t>
            </w:r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>osób,</w:t>
            </w:r>
          </w:p>
          <w:p w:rsidR="008A54B5" w:rsidRPr="008E6633" w:rsidRDefault="008A54B5" w:rsidP="008A54B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formy i narzędzia charakterystyczne i właściwe dla po</w:t>
            </w:r>
            <w:r w:rsidR="00137F35" w:rsidRPr="008E6633">
              <w:rPr>
                <w:rFonts w:ascii="Corbel" w:hAnsi="Corbel"/>
                <w:b w:val="0"/>
                <w:smallCaps w:val="0"/>
                <w:szCs w:val="24"/>
              </w:rPr>
              <w:t>znanych metod arte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terapii,</w:t>
            </w:r>
          </w:p>
          <w:p w:rsidR="008A54B5" w:rsidRPr="008E6633" w:rsidRDefault="008A54B5" w:rsidP="008A54B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podstawowe zagadnienia dotyczące </w:t>
            </w:r>
            <w:r w:rsidR="00137F35" w:rsidRPr="008E6633">
              <w:rPr>
                <w:rFonts w:ascii="Corbel" w:hAnsi="Corbel"/>
                <w:b w:val="0"/>
                <w:smallCaps w:val="0"/>
                <w:szCs w:val="24"/>
              </w:rPr>
              <w:t>artet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erapii grupowej i indywidualnej,</w:t>
            </w:r>
          </w:p>
          <w:p w:rsidR="0085747A" w:rsidRPr="008E6633" w:rsidRDefault="00123F35" w:rsidP="00137F3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zadania </w:t>
            </w:r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>arte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terapeuty i zakres czynności w toku zajęć </w:t>
            </w:r>
            <w:r w:rsidR="00137F35" w:rsidRPr="008E6633">
              <w:rPr>
                <w:rFonts w:ascii="Corbel" w:hAnsi="Corbel"/>
                <w:b w:val="0"/>
                <w:smallCaps w:val="0"/>
                <w:szCs w:val="24"/>
              </w:rPr>
              <w:t>arte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terapeutycznych.</w:t>
            </w:r>
          </w:p>
        </w:tc>
        <w:tc>
          <w:tcPr>
            <w:tcW w:w="1732" w:type="dxa"/>
            <w:vAlign w:val="center"/>
          </w:tcPr>
          <w:p w:rsidR="0085747A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  <w:p w:rsidR="00345C09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PS.W10</w:t>
            </w:r>
          </w:p>
          <w:p w:rsidR="00345C09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265F6D" w:rsidRPr="008E6633" w:rsidTr="003247B2">
        <w:tc>
          <w:tcPr>
            <w:tcW w:w="1560" w:type="dxa"/>
          </w:tcPr>
          <w:p w:rsidR="00265F6D" w:rsidRPr="008E6633" w:rsidRDefault="00265F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378" w:type="dxa"/>
          </w:tcPr>
          <w:p w:rsidR="00265F6D" w:rsidRPr="008E6633" w:rsidRDefault="00265F6D" w:rsidP="0026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Student/-ka potrafi</w:t>
            </w:r>
          </w:p>
        </w:tc>
        <w:tc>
          <w:tcPr>
            <w:tcW w:w="1732" w:type="dxa"/>
            <w:vAlign w:val="center"/>
          </w:tcPr>
          <w:p w:rsidR="00265F6D" w:rsidRPr="008E6633" w:rsidRDefault="00265F6D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E6633" w:rsidTr="003247B2">
        <w:tc>
          <w:tcPr>
            <w:tcW w:w="1560" w:type="dxa"/>
          </w:tcPr>
          <w:p w:rsidR="0085747A" w:rsidRPr="008E66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:rsidR="00123F35" w:rsidRPr="008E6633" w:rsidRDefault="00345C09" w:rsidP="008A54B5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właściwie analizować i interpretować różne sytuacje wychowawcze, dydaktyczne i opiekuń</w:t>
            </w:r>
            <w:r w:rsidR="008A54B5" w:rsidRPr="008E6633">
              <w:rPr>
                <w:rFonts w:ascii="Corbel" w:hAnsi="Corbel"/>
                <w:b w:val="0"/>
                <w:smallCaps w:val="0"/>
                <w:szCs w:val="24"/>
              </w:rPr>
              <w:t>cze,</w:t>
            </w:r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terapeutyczne,</w:t>
            </w:r>
          </w:p>
          <w:p w:rsidR="00123F35" w:rsidRPr="008E6633" w:rsidRDefault="008A54B5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obserwować</w:t>
            </w:r>
            <w:r w:rsidR="00123F35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kontakt terapeuta-</w:t>
            </w:r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>osoba</w:t>
            </w:r>
            <w:r w:rsidR="00123F35" w:rsidRPr="008E6633">
              <w:rPr>
                <w:rFonts w:ascii="Corbel" w:hAnsi="Corbel"/>
                <w:b w:val="0"/>
                <w:smallCaps w:val="0"/>
                <w:szCs w:val="24"/>
              </w:rPr>
              <w:t>, interakcje w grupie oraz analizuje wnioski do dalszej pracy</w:t>
            </w:r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terapeutycznej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123F35" w:rsidRPr="008E6633" w:rsidRDefault="008A54B5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uwzględnić</w:t>
            </w:r>
            <w:r w:rsidR="00123F35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zainteresowania i predyspozycje</w:t>
            </w:r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osób z </w:t>
            </w:r>
            <w:r w:rsidR="003C290C" w:rsidRPr="008E6633">
              <w:rPr>
                <w:rFonts w:ascii="Corbel" w:hAnsi="Corbel"/>
                <w:b w:val="0"/>
                <w:smallCaps w:val="0"/>
                <w:szCs w:val="24"/>
              </w:rPr>
              <w:t>niepełnosprawnością intelektualną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85747A" w:rsidRPr="008E6633" w:rsidRDefault="00123F35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dobierać i wykorzystać informacje zawarte w dostępnej literaturze fachowej i Internecie (podanej przez prowadzącego)</w:t>
            </w:r>
            <w:r w:rsidR="008A54B5" w:rsidRPr="008E6633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10459E" w:rsidRPr="008E6633" w:rsidRDefault="0010459E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prowadzić zajęcia </w:t>
            </w:r>
            <w:r w:rsidR="00D14C1C" w:rsidRPr="008E6633">
              <w:rPr>
                <w:rFonts w:ascii="Corbel" w:hAnsi="Corbel"/>
                <w:b w:val="0"/>
                <w:smallCaps w:val="0"/>
                <w:szCs w:val="24"/>
              </w:rPr>
              <w:t>arte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terapeutyczne z wykorzystaniem prezentacji multimedialnej, środków audiowizualnych, nagrań, płyt CD i DVD dostępnych w publikacjach i Internecie</w:t>
            </w:r>
            <w:r w:rsidR="008A54B5" w:rsidRPr="008E6633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10459E" w:rsidRPr="008E6633" w:rsidRDefault="008A54B5" w:rsidP="003C290C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wziąć </w:t>
            </w:r>
            <w:r w:rsidR="0010459E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pod uwagę możliwości, potrzeby i ograniczenia </w:t>
            </w:r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>osób z</w:t>
            </w:r>
            <w:r w:rsidR="003C290C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niepełnosprawnością intelektualną</w:t>
            </w:r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0459E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i na tej podstawie 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modyfikować</w:t>
            </w:r>
            <w:r w:rsidR="0010459E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cele </w:t>
            </w:r>
            <w:r w:rsidR="00D14C1C" w:rsidRPr="008E6633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="0010459E" w:rsidRPr="008E6633">
              <w:rPr>
                <w:rFonts w:ascii="Corbel" w:hAnsi="Corbel"/>
                <w:b w:val="0"/>
                <w:smallCaps w:val="0"/>
                <w:szCs w:val="24"/>
              </w:rPr>
              <w:t>erapeutyczne własnej pracy.</w:t>
            </w:r>
          </w:p>
        </w:tc>
        <w:tc>
          <w:tcPr>
            <w:tcW w:w="1732" w:type="dxa"/>
            <w:vAlign w:val="center"/>
          </w:tcPr>
          <w:p w:rsidR="0085747A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  <w:p w:rsidR="00345C09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:rsidR="00345C09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345C09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:rsidR="00345C09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PS.U8</w:t>
            </w:r>
          </w:p>
        </w:tc>
      </w:tr>
      <w:tr w:rsidR="00265F6D" w:rsidRPr="008E6633" w:rsidTr="003247B2">
        <w:tc>
          <w:tcPr>
            <w:tcW w:w="1560" w:type="dxa"/>
          </w:tcPr>
          <w:p w:rsidR="00265F6D" w:rsidRPr="008E6633" w:rsidRDefault="00265F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378" w:type="dxa"/>
          </w:tcPr>
          <w:p w:rsidR="00265F6D" w:rsidRPr="008E6633" w:rsidRDefault="00265F6D" w:rsidP="008A54B5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student/-ka jest gotów do</w:t>
            </w:r>
          </w:p>
        </w:tc>
        <w:tc>
          <w:tcPr>
            <w:tcW w:w="1732" w:type="dxa"/>
            <w:vAlign w:val="center"/>
          </w:tcPr>
          <w:p w:rsidR="00265F6D" w:rsidRPr="008E6633" w:rsidRDefault="00265F6D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E6633" w:rsidTr="003247B2">
        <w:tc>
          <w:tcPr>
            <w:tcW w:w="1560" w:type="dxa"/>
          </w:tcPr>
          <w:p w:rsidR="0085747A" w:rsidRPr="008E6633" w:rsidRDefault="00345C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:rsidR="0010459E" w:rsidRPr="008E6633" w:rsidRDefault="008A54B5" w:rsidP="008A54B5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posługiwania się zasadami i normami etycznymi podczas prowadzenia zajęć </w:t>
            </w:r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>arte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terapeutycz</w:t>
            </w:r>
            <w:r w:rsidR="00D12590" w:rsidRPr="008E6633">
              <w:rPr>
                <w:rFonts w:ascii="Corbel" w:hAnsi="Corbel"/>
                <w:b w:val="0"/>
                <w:smallCaps w:val="0"/>
                <w:szCs w:val="24"/>
              </w:rPr>
              <w:t>nych,</w:t>
            </w:r>
          </w:p>
          <w:p w:rsidR="0085747A" w:rsidRPr="008E6633" w:rsidRDefault="00D12590" w:rsidP="00D12590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nawiązywania kontaktów ze specjalistami w celu dobra swoich podopiecznych, a także w celu doskonalenia swojego warsztatu pracy.</w:t>
            </w:r>
          </w:p>
        </w:tc>
        <w:tc>
          <w:tcPr>
            <w:tcW w:w="1732" w:type="dxa"/>
            <w:vAlign w:val="center"/>
          </w:tcPr>
          <w:p w:rsidR="0085747A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</w:p>
          <w:p w:rsidR="00345C09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  <w:p w:rsidR="00345C09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:rsidR="00345C09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</w:tbl>
    <w:p w:rsidR="0085747A" w:rsidRPr="008E663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E663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6633">
        <w:rPr>
          <w:rFonts w:ascii="Corbel" w:hAnsi="Corbel"/>
          <w:b/>
          <w:sz w:val="24"/>
          <w:szCs w:val="24"/>
        </w:rPr>
        <w:t>3.3</w:t>
      </w:r>
      <w:r w:rsidR="001D7B54" w:rsidRPr="008E6633">
        <w:rPr>
          <w:rFonts w:ascii="Corbel" w:hAnsi="Corbel"/>
          <w:b/>
          <w:sz w:val="24"/>
          <w:szCs w:val="24"/>
        </w:rPr>
        <w:t xml:space="preserve"> </w:t>
      </w:r>
      <w:r w:rsidR="0085747A" w:rsidRPr="008E6633">
        <w:rPr>
          <w:rFonts w:ascii="Corbel" w:hAnsi="Corbel"/>
          <w:b/>
          <w:sz w:val="24"/>
          <w:szCs w:val="24"/>
        </w:rPr>
        <w:t>T</w:t>
      </w:r>
      <w:r w:rsidR="001D7B54" w:rsidRPr="008E663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E6633">
        <w:rPr>
          <w:rFonts w:ascii="Corbel" w:hAnsi="Corbel"/>
          <w:sz w:val="24"/>
          <w:szCs w:val="24"/>
        </w:rPr>
        <w:t xml:space="preserve">  </w:t>
      </w:r>
    </w:p>
    <w:p w:rsidR="00675843" w:rsidRPr="008E6633" w:rsidRDefault="0085747A" w:rsidP="00FF263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E6633">
        <w:rPr>
          <w:rFonts w:ascii="Corbel" w:hAnsi="Corbel"/>
          <w:sz w:val="24"/>
          <w:szCs w:val="24"/>
        </w:rPr>
        <w:t xml:space="preserve">Problematyka wykładu </w:t>
      </w:r>
      <w:r w:rsidR="00FF263E" w:rsidRPr="008E6633">
        <w:rPr>
          <w:rFonts w:ascii="Corbel" w:hAnsi="Corbel"/>
          <w:sz w:val="24"/>
          <w:szCs w:val="24"/>
        </w:rPr>
        <w:t xml:space="preserve">- </w:t>
      </w:r>
      <w:r w:rsidR="00265F6D" w:rsidRPr="008E6633">
        <w:rPr>
          <w:rFonts w:ascii="Corbel" w:hAnsi="Corbel"/>
          <w:sz w:val="24"/>
          <w:szCs w:val="24"/>
        </w:rPr>
        <w:t>nie dotyczy</w:t>
      </w:r>
    </w:p>
    <w:p w:rsidR="0085747A" w:rsidRPr="008E6633" w:rsidRDefault="0085747A" w:rsidP="00FF263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6633">
        <w:rPr>
          <w:rFonts w:ascii="Corbel" w:hAnsi="Corbel"/>
          <w:sz w:val="24"/>
          <w:szCs w:val="24"/>
        </w:rPr>
        <w:t xml:space="preserve">Problematyka </w:t>
      </w:r>
      <w:r w:rsidR="009B2BB6" w:rsidRPr="008E6633">
        <w:rPr>
          <w:rFonts w:ascii="Corbel" w:hAnsi="Corbel"/>
          <w:sz w:val="24"/>
          <w:szCs w:val="24"/>
        </w:rPr>
        <w:t>zajęć warsztatowych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E6633" w:rsidTr="00923D7D">
        <w:tc>
          <w:tcPr>
            <w:tcW w:w="9639" w:type="dxa"/>
          </w:tcPr>
          <w:p w:rsidR="0085747A" w:rsidRPr="008E663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D14C1C" w:rsidRPr="008E6633" w:rsidTr="00923D7D">
        <w:tc>
          <w:tcPr>
            <w:tcW w:w="9639" w:type="dxa"/>
          </w:tcPr>
          <w:p w:rsidR="00D14C1C" w:rsidRPr="008E6633" w:rsidRDefault="00D14C1C" w:rsidP="00AE5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 xml:space="preserve">Podstawowe problemy arteterapii </w:t>
            </w:r>
            <w:r w:rsidR="00B97766" w:rsidRPr="008E6633">
              <w:rPr>
                <w:rFonts w:ascii="Corbel" w:hAnsi="Corbel"/>
                <w:sz w:val="24"/>
                <w:szCs w:val="24"/>
              </w:rPr>
              <w:t xml:space="preserve"> - pojęcia, podstawy teoretyczne i warsztatowe. </w:t>
            </w:r>
            <w:r w:rsidR="00AE5FFE" w:rsidRPr="008E6633">
              <w:rPr>
                <w:rFonts w:ascii="Corbel" w:hAnsi="Corbel"/>
                <w:sz w:val="24"/>
                <w:szCs w:val="24"/>
              </w:rPr>
              <w:t xml:space="preserve">Zasady planowania  pracy terapeutycznej. </w:t>
            </w:r>
          </w:p>
        </w:tc>
      </w:tr>
      <w:tr w:rsidR="00D14C1C" w:rsidRPr="008E6633" w:rsidTr="00923D7D">
        <w:tc>
          <w:tcPr>
            <w:tcW w:w="9639" w:type="dxa"/>
          </w:tcPr>
          <w:p w:rsidR="00D14C1C" w:rsidRPr="008E6633" w:rsidRDefault="00B97766" w:rsidP="000422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Współtworzenie – warsztat  plastyczny</w:t>
            </w:r>
            <w:r w:rsidR="00AE5FFE" w:rsidRPr="008E6633">
              <w:rPr>
                <w:rFonts w:ascii="Corbel" w:hAnsi="Corbel"/>
                <w:sz w:val="24"/>
                <w:szCs w:val="24"/>
              </w:rPr>
              <w:t>.</w:t>
            </w:r>
            <w:r w:rsidRPr="008E6633">
              <w:rPr>
                <w:rFonts w:ascii="Corbel" w:hAnsi="Corbel"/>
                <w:sz w:val="24"/>
                <w:szCs w:val="24"/>
              </w:rPr>
              <w:t xml:space="preserve"> </w:t>
            </w:r>
            <w:r w:rsidR="00AE5FFE" w:rsidRPr="008E6633">
              <w:rPr>
                <w:rFonts w:ascii="Corbel" w:hAnsi="Corbel"/>
                <w:sz w:val="24"/>
                <w:szCs w:val="24"/>
              </w:rPr>
              <w:t>Praktyka oddziaływań arteterapeutycznych z zastosowaniem kreacji plastycznej.</w:t>
            </w:r>
          </w:p>
        </w:tc>
      </w:tr>
      <w:tr w:rsidR="00D14C1C" w:rsidRPr="008E6633" w:rsidTr="00923D7D">
        <w:tc>
          <w:tcPr>
            <w:tcW w:w="9639" w:type="dxa"/>
          </w:tcPr>
          <w:p w:rsidR="00D14C1C" w:rsidRPr="008E6633" w:rsidRDefault="00B97766" w:rsidP="000422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Pikturoterapia – techniki malarskie: malowanie klejówką, temperą, akrylami na różnych materiałach (papier, tektura, makulatura, materiały przyrodnicze, recyklingowe), malowanie palcami.</w:t>
            </w:r>
          </w:p>
        </w:tc>
      </w:tr>
      <w:tr w:rsidR="00D14C1C" w:rsidRPr="008E6633" w:rsidTr="00923D7D">
        <w:tc>
          <w:tcPr>
            <w:tcW w:w="9639" w:type="dxa"/>
          </w:tcPr>
          <w:p w:rsidR="00D14C1C" w:rsidRPr="008E6633" w:rsidRDefault="00B97766" w:rsidP="000422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Grafikoterapia – techniki rysunkowe (mandale, kolorowanki), techniki graficzne – stemplowanie, kalkowanie).</w:t>
            </w:r>
          </w:p>
        </w:tc>
      </w:tr>
      <w:tr w:rsidR="00D14C1C" w:rsidRPr="008E6633" w:rsidTr="00923D7D">
        <w:tc>
          <w:tcPr>
            <w:tcW w:w="9639" w:type="dxa"/>
          </w:tcPr>
          <w:p w:rsidR="00D14C1C" w:rsidRPr="008E6633" w:rsidRDefault="00B97766" w:rsidP="000422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Skulpturoterapia – techniki lepienia, modelowania, formowania z różnych materiałów plastycznych, przyrodniczych, papierniczych, lepienie w glince, plastelinie, modelinie, zabawy piaskiem kinestetycznym.</w:t>
            </w:r>
          </w:p>
        </w:tc>
      </w:tr>
      <w:tr w:rsidR="00D14C1C" w:rsidRPr="008E6633" w:rsidTr="00923D7D">
        <w:tc>
          <w:tcPr>
            <w:tcW w:w="9639" w:type="dxa"/>
          </w:tcPr>
          <w:p w:rsidR="00D14C1C" w:rsidRPr="008E6633" w:rsidRDefault="00B97766" w:rsidP="00B977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Papieroplastyka</w:t>
            </w:r>
          </w:p>
        </w:tc>
      </w:tr>
      <w:tr w:rsidR="00D14C1C" w:rsidRPr="008E6633" w:rsidTr="00923D7D">
        <w:tc>
          <w:tcPr>
            <w:tcW w:w="9639" w:type="dxa"/>
          </w:tcPr>
          <w:p w:rsidR="00D14C1C" w:rsidRPr="008E6633" w:rsidRDefault="00B97766" w:rsidP="000422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Techniki rękodzieła artystycznego: wyszywanie, dzierganie na szydełku (wzory podstawowe).</w:t>
            </w:r>
          </w:p>
        </w:tc>
      </w:tr>
      <w:tr w:rsidR="00D14C1C" w:rsidRPr="008E6633" w:rsidTr="00923D7D">
        <w:tc>
          <w:tcPr>
            <w:tcW w:w="9639" w:type="dxa"/>
          </w:tcPr>
          <w:p w:rsidR="00D14C1C" w:rsidRPr="008E6633" w:rsidRDefault="00B97766" w:rsidP="000422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Techniki rękodzieła artystycznego: bibułkarstwo .</w:t>
            </w:r>
          </w:p>
        </w:tc>
      </w:tr>
      <w:tr w:rsidR="00D14C1C" w:rsidRPr="008E6633" w:rsidTr="00923D7D">
        <w:tc>
          <w:tcPr>
            <w:tcW w:w="9639" w:type="dxa"/>
          </w:tcPr>
          <w:p w:rsidR="00D14C1C" w:rsidRPr="008E6633" w:rsidRDefault="00B97766" w:rsidP="000422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Techniki rękodzieła artystycznego: wiklina papierowa (podstawowe wzory)</w:t>
            </w:r>
            <w:r w:rsidR="00AE5FFE" w:rsidRPr="008E66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C031C" w:rsidRPr="008E6633" w:rsidTr="00923D7D">
        <w:tc>
          <w:tcPr>
            <w:tcW w:w="9639" w:type="dxa"/>
          </w:tcPr>
          <w:p w:rsidR="00BC031C" w:rsidRPr="008E6633" w:rsidRDefault="001B5698" w:rsidP="000422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="00BC031C" w:rsidRPr="008E6633">
              <w:rPr>
                <w:rFonts w:ascii="Corbel" w:hAnsi="Corbel"/>
                <w:sz w:val="24"/>
                <w:szCs w:val="24"/>
              </w:rPr>
              <w:t>zajęć arteterapeutycznych , przygotowanie, realizacja, prezentacja.</w:t>
            </w:r>
          </w:p>
        </w:tc>
      </w:tr>
    </w:tbl>
    <w:p w:rsidR="0085747A" w:rsidRPr="008E663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E663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E6633">
        <w:rPr>
          <w:rFonts w:ascii="Corbel" w:hAnsi="Corbel"/>
          <w:smallCaps w:val="0"/>
          <w:szCs w:val="24"/>
        </w:rPr>
        <w:t>3.4 Metody dydaktyczne</w:t>
      </w:r>
      <w:r w:rsidRPr="008E6633">
        <w:rPr>
          <w:rFonts w:ascii="Corbel" w:hAnsi="Corbel"/>
          <w:b w:val="0"/>
          <w:smallCaps w:val="0"/>
          <w:szCs w:val="24"/>
        </w:rPr>
        <w:t xml:space="preserve"> </w:t>
      </w:r>
    </w:p>
    <w:p w:rsidR="00902207" w:rsidRPr="008E6633" w:rsidRDefault="009022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E6633" w:rsidRDefault="00DA2B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E6633">
        <w:rPr>
          <w:rFonts w:ascii="Corbel" w:hAnsi="Corbel"/>
          <w:b w:val="0"/>
          <w:smallCaps w:val="0"/>
          <w:szCs w:val="24"/>
        </w:rPr>
        <w:t xml:space="preserve">Warsztaty </w:t>
      </w:r>
      <w:r w:rsidR="00902207" w:rsidRPr="008E6633">
        <w:rPr>
          <w:rFonts w:ascii="Corbel" w:hAnsi="Corbel"/>
          <w:b w:val="0"/>
          <w:smallCaps w:val="0"/>
          <w:szCs w:val="24"/>
        </w:rPr>
        <w:t>ćwiczenia praktyczne, praca w grupach, praca indywidualna, dyskusja.</w:t>
      </w:r>
    </w:p>
    <w:p w:rsidR="00E960BB" w:rsidRPr="008E663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E663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E6633">
        <w:rPr>
          <w:rFonts w:ascii="Corbel" w:hAnsi="Corbel"/>
          <w:smallCaps w:val="0"/>
          <w:szCs w:val="24"/>
        </w:rPr>
        <w:t xml:space="preserve">4. </w:t>
      </w:r>
      <w:r w:rsidR="0085747A" w:rsidRPr="008E6633">
        <w:rPr>
          <w:rFonts w:ascii="Corbel" w:hAnsi="Corbel"/>
          <w:smallCaps w:val="0"/>
          <w:szCs w:val="24"/>
        </w:rPr>
        <w:t>METODY I KRYTERIA OCENY</w:t>
      </w:r>
      <w:r w:rsidR="009F4610" w:rsidRPr="008E6633">
        <w:rPr>
          <w:rFonts w:ascii="Corbel" w:hAnsi="Corbel"/>
          <w:smallCaps w:val="0"/>
          <w:szCs w:val="24"/>
        </w:rPr>
        <w:t xml:space="preserve"> </w:t>
      </w:r>
    </w:p>
    <w:p w:rsidR="00923D7D" w:rsidRPr="008E663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E6633" w:rsidRDefault="0085747A" w:rsidP="00FF263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663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E6633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E6633" w:rsidTr="00C05F44">
        <w:tc>
          <w:tcPr>
            <w:tcW w:w="1985" w:type="dxa"/>
            <w:vAlign w:val="center"/>
          </w:tcPr>
          <w:p w:rsidR="0085747A" w:rsidRPr="008E663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E663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8E663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8E6633" w:rsidRDefault="0085747A" w:rsidP="00DA2B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A2BFD" w:rsidRPr="008E6633" w:rsidTr="00C05F44">
        <w:tc>
          <w:tcPr>
            <w:tcW w:w="1985" w:type="dxa"/>
          </w:tcPr>
          <w:p w:rsidR="00DA2BFD" w:rsidRPr="008E6633" w:rsidRDefault="00DA2BFD" w:rsidP="00DA2B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E663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E663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DA2BFD" w:rsidRPr="008E6633" w:rsidRDefault="00DA2BFD" w:rsidP="00DA2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 praktyczne, obserwacja  w trakcie zajęć</w:t>
            </w:r>
          </w:p>
        </w:tc>
        <w:tc>
          <w:tcPr>
            <w:tcW w:w="2126" w:type="dxa"/>
          </w:tcPr>
          <w:p w:rsidR="00DA2BFD" w:rsidRPr="008E6633" w:rsidRDefault="00DA2BFD" w:rsidP="00DA2B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663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A2BFD" w:rsidRPr="008E6633" w:rsidTr="00C05F44">
        <w:tc>
          <w:tcPr>
            <w:tcW w:w="1985" w:type="dxa"/>
          </w:tcPr>
          <w:p w:rsidR="00DA2BFD" w:rsidRPr="008E6633" w:rsidRDefault="00DA2BFD" w:rsidP="00DA2B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663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A2BFD" w:rsidRPr="008E6633" w:rsidRDefault="00DA2BFD" w:rsidP="00DA2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 praktyczne, obserwacja  w trakcie zajęć</w:t>
            </w:r>
          </w:p>
        </w:tc>
        <w:tc>
          <w:tcPr>
            <w:tcW w:w="2126" w:type="dxa"/>
          </w:tcPr>
          <w:p w:rsidR="00DA2BFD" w:rsidRPr="008E6633" w:rsidRDefault="00DA2BFD" w:rsidP="00DA2B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663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A2BFD" w:rsidRPr="008E6633" w:rsidTr="00C05F44">
        <w:tc>
          <w:tcPr>
            <w:tcW w:w="1985" w:type="dxa"/>
          </w:tcPr>
          <w:p w:rsidR="00DA2BFD" w:rsidRPr="008E6633" w:rsidRDefault="00DA2BFD" w:rsidP="00DA2B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663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A2BFD" w:rsidRPr="008E6633" w:rsidRDefault="00DA2BFD" w:rsidP="00DA2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 praktyczne, obserwacja  w trakcie zajęć</w:t>
            </w:r>
          </w:p>
        </w:tc>
        <w:tc>
          <w:tcPr>
            <w:tcW w:w="2126" w:type="dxa"/>
          </w:tcPr>
          <w:p w:rsidR="00DA2BFD" w:rsidRPr="008E6633" w:rsidRDefault="00DA2BFD" w:rsidP="00DA2B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663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8E663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E663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6633">
        <w:rPr>
          <w:rFonts w:ascii="Corbel" w:hAnsi="Corbel"/>
          <w:smallCaps w:val="0"/>
          <w:szCs w:val="24"/>
        </w:rPr>
        <w:t xml:space="preserve">4.2 </w:t>
      </w:r>
      <w:r w:rsidR="0085747A" w:rsidRPr="008E663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E6633">
        <w:rPr>
          <w:rFonts w:ascii="Corbel" w:hAnsi="Corbel"/>
          <w:smallCaps w:val="0"/>
          <w:szCs w:val="24"/>
        </w:rPr>
        <w:t xml:space="preserve"> </w:t>
      </w:r>
    </w:p>
    <w:p w:rsidR="00923D7D" w:rsidRPr="008E663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E6633" w:rsidTr="00923D7D">
        <w:tc>
          <w:tcPr>
            <w:tcW w:w="9670" w:type="dxa"/>
          </w:tcPr>
          <w:p w:rsidR="0085747A" w:rsidRPr="008E6633" w:rsidRDefault="00D14C1C" w:rsidP="00AE5F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Obecność obowiązkowa, aktywność i zaangażowanie podczas zajęć, pozytywna ocena z realizacji w</w:t>
            </w:r>
            <w:r w:rsidR="00AE5FFE" w:rsidRPr="008E6633">
              <w:rPr>
                <w:rFonts w:ascii="Corbel" w:hAnsi="Corbel"/>
                <w:b w:val="0"/>
                <w:smallCaps w:val="0"/>
                <w:szCs w:val="24"/>
              </w:rPr>
              <w:t>szystkich ćwiczeń praktycznych</w:t>
            </w:r>
            <w:r w:rsidR="00BC031C" w:rsidRPr="008E663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F263E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ocenianie w skali od </w:t>
            </w:r>
            <w:proofErr w:type="spellStart"/>
            <w:r w:rsidR="00FF263E" w:rsidRPr="008E6633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FF263E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do bdb.</w:t>
            </w:r>
            <w:r w:rsidR="00BC031C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FF263E" w:rsidRPr="008E6633" w:rsidRDefault="00FF263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DF4D54" w:rsidRPr="008E663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E6633">
        <w:rPr>
          <w:rFonts w:ascii="Corbel" w:hAnsi="Corbel"/>
          <w:b/>
          <w:sz w:val="24"/>
          <w:szCs w:val="24"/>
        </w:rPr>
        <w:t xml:space="preserve">5. </w:t>
      </w:r>
      <w:r w:rsidR="00C61DC5" w:rsidRPr="008E6633">
        <w:rPr>
          <w:rFonts w:ascii="Corbel" w:hAnsi="Corbel"/>
          <w:b/>
          <w:sz w:val="24"/>
          <w:szCs w:val="24"/>
        </w:rPr>
        <w:t xml:space="preserve">CAŁKOWITY NAKŁAD PRACY STUDENTA POTRZEBNY DO OSIĄGNIĘCIA </w:t>
      </w:r>
    </w:p>
    <w:p w:rsidR="009F4610" w:rsidRPr="008E6633" w:rsidRDefault="00C61DC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E6633">
        <w:rPr>
          <w:rFonts w:ascii="Corbel" w:hAnsi="Corbel"/>
          <w:b/>
          <w:sz w:val="24"/>
          <w:szCs w:val="24"/>
        </w:rPr>
        <w:t xml:space="preserve">ZAŁOŻONYCH EFEKTÓW W GODZINACH ORAZ PUNKTACH ECTS </w:t>
      </w:r>
    </w:p>
    <w:p w:rsidR="0085747A" w:rsidRPr="008E66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E6633" w:rsidTr="003E1941">
        <w:tc>
          <w:tcPr>
            <w:tcW w:w="4962" w:type="dxa"/>
            <w:vAlign w:val="center"/>
          </w:tcPr>
          <w:p w:rsidR="0085747A" w:rsidRPr="008E66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663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E663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E663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E66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663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E663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E663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E663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345C09" w:rsidRPr="008E6633" w:rsidTr="00923D7D">
        <w:tc>
          <w:tcPr>
            <w:tcW w:w="4962" w:type="dxa"/>
          </w:tcPr>
          <w:p w:rsidR="00345C09" w:rsidRPr="008E6633" w:rsidRDefault="00345C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345C09" w:rsidRPr="008E6633" w:rsidRDefault="00345C09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45C09" w:rsidRPr="008E6633" w:rsidTr="00923D7D">
        <w:tc>
          <w:tcPr>
            <w:tcW w:w="4962" w:type="dxa"/>
          </w:tcPr>
          <w:p w:rsidR="00345C09" w:rsidRPr="008E6633" w:rsidRDefault="00345C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345C09" w:rsidRPr="008E6633" w:rsidRDefault="00345C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45C09" w:rsidRPr="008E6633" w:rsidRDefault="00D81384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45C09" w:rsidRPr="008E6633" w:rsidTr="00923D7D">
        <w:tc>
          <w:tcPr>
            <w:tcW w:w="4962" w:type="dxa"/>
          </w:tcPr>
          <w:p w:rsidR="00BC031C" w:rsidRPr="008E6633" w:rsidRDefault="00BC03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Godziny niekontaktowe:</w:t>
            </w:r>
          </w:p>
          <w:p w:rsidR="00345C09" w:rsidRPr="008E6633" w:rsidRDefault="00BC03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r w:rsidR="00345C09" w:rsidRPr="008E6633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345C09" w:rsidRPr="008E6633" w:rsidRDefault="00BC031C" w:rsidP="00AE5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 xml:space="preserve">- </w:t>
            </w:r>
            <w:r w:rsidR="00AE5FFE" w:rsidRPr="008E6633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BC031C" w:rsidRPr="008E6633" w:rsidRDefault="00BC031C" w:rsidP="00AE5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- przygotowanie scenariusza</w:t>
            </w:r>
          </w:p>
        </w:tc>
        <w:tc>
          <w:tcPr>
            <w:tcW w:w="4677" w:type="dxa"/>
          </w:tcPr>
          <w:p w:rsidR="00345C09" w:rsidRPr="008E6633" w:rsidRDefault="00345C09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45C09" w:rsidRPr="008E6633" w:rsidRDefault="002027C4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lastRenderedPageBreak/>
              <w:t>25</w:t>
            </w:r>
          </w:p>
          <w:p w:rsidR="00BC031C" w:rsidRPr="008E6633" w:rsidRDefault="00D81384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18</w:t>
            </w:r>
          </w:p>
          <w:p w:rsidR="00BC031C" w:rsidRPr="008E6633" w:rsidRDefault="00DA2BFD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45C09" w:rsidRPr="008E6633" w:rsidTr="00923D7D">
        <w:tc>
          <w:tcPr>
            <w:tcW w:w="4962" w:type="dxa"/>
          </w:tcPr>
          <w:p w:rsidR="00345C09" w:rsidRPr="008E6633" w:rsidRDefault="00345C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345C09" w:rsidRPr="008E6633" w:rsidRDefault="00DA2BFD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45C09" w:rsidRPr="008E6633" w:rsidTr="00923D7D">
        <w:tc>
          <w:tcPr>
            <w:tcW w:w="4962" w:type="dxa"/>
          </w:tcPr>
          <w:p w:rsidR="00345C09" w:rsidRPr="008E6633" w:rsidRDefault="00345C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E663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45C09" w:rsidRPr="008E6633" w:rsidRDefault="00345C09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6633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8E6633" w:rsidRDefault="00923D7D" w:rsidP="00DF4D5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E663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E663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E663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F263E" w:rsidRPr="008E6633" w:rsidRDefault="00FF263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F263E" w:rsidRPr="008E6633" w:rsidRDefault="00FF263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8E663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6633">
        <w:rPr>
          <w:rFonts w:ascii="Corbel" w:hAnsi="Corbel"/>
          <w:smallCaps w:val="0"/>
          <w:szCs w:val="24"/>
        </w:rPr>
        <w:t xml:space="preserve">6. </w:t>
      </w:r>
      <w:r w:rsidR="0085747A" w:rsidRPr="008E6633">
        <w:rPr>
          <w:rFonts w:ascii="Corbel" w:hAnsi="Corbel"/>
          <w:smallCaps w:val="0"/>
          <w:szCs w:val="24"/>
        </w:rPr>
        <w:t>PRAKTYKI ZAWO</w:t>
      </w:r>
      <w:r w:rsidR="009D3F3B" w:rsidRPr="008E6633">
        <w:rPr>
          <w:rFonts w:ascii="Corbel" w:hAnsi="Corbel"/>
          <w:smallCaps w:val="0"/>
          <w:szCs w:val="24"/>
        </w:rPr>
        <w:t>DOWE W RAMACH PRZEDMIOTU</w:t>
      </w:r>
    </w:p>
    <w:p w:rsidR="0085747A" w:rsidRPr="008E663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528"/>
      </w:tblGrid>
      <w:tr w:rsidR="0085747A" w:rsidRPr="008E6633" w:rsidTr="00265F6D">
        <w:trPr>
          <w:trHeight w:val="283"/>
        </w:trPr>
        <w:tc>
          <w:tcPr>
            <w:tcW w:w="3969" w:type="dxa"/>
          </w:tcPr>
          <w:p w:rsidR="0085747A" w:rsidRPr="008E66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8E6633" w:rsidRDefault="00DA2BFD" w:rsidP="00DA2B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E6633" w:rsidTr="00265F6D">
        <w:trPr>
          <w:trHeight w:val="283"/>
        </w:trPr>
        <w:tc>
          <w:tcPr>
            <w:tcW w:w="3969" w:type="dxa"/>
          </w:tcPr>
          <w:p w:rsidR="0085747A" w:rsidRPr="008E66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8E6633" w:rsidRDefault="00DA2BFD" w:rsidP="00DA2B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8E663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E663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6633">
        <w:rPr>
          <w:rFonts w:ascii="Corbel" w:hAnsi="Corbel"/>
          <w:smallCaps w:val="0"/>
          <w:szCs w:val="24"/>
        </w:rPr>
        <w:t xml:space="preserve">7. </w:t>
      </w:r>
      <w:r w:rsidR="0085747A" w:rsidRPr="008E6633">
        <w:rPr>
          <w:rFonts w:ascii="Corbel" w:hAnsi="Corbel"/>
          <w:smallCaps w:val="0"/>
          <w:szCs w:val="24"/>
        </w:rPr>
        <w:t>LITERATURA</w:t>
      </w:r>
      <w:r w:rsidRPr="008E6633">
        <w:rPr>
          <w:rFonts w:ascii="Corbel" w:hAnsi="Corbel"/>
          <w:smallCaps w:val="0"/>
          <w:szCs w:val="24"/>
        </w:rPr>
        <w:t xml:space="preserve"> </w:t>
      </w:r>
    </w:p>
    <w:p w:rsidR="00B96D60" w:rsidRPr="008E6633" w:rsidRDefault="00B96D6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14C1C" w:rsidRPr="008E6633" w:rsidTr="00FF263E">
        <w:trPr>
          <w:trHeight w:val="397"/>
        </w:trPr>
        <w:tc>
          <w:tcPr>
            <w:tcW w:w="9639" w:type="dxa"/>
          </w:tcPr>
          <w:p w:rsidR="00D14C1C" w:rsidRPr="008E6633" w:rsidRDefault="00D14C1C" w:rsidP="0004228A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8E6633">
              <w:rPr>
                <w:rFonts w:ascii="Corbel" w:hAnsi="Corbel"/>
                <w:szCs w:val="24"/>
              </w:rPr>
              <w:t xml:space="preserve"> </w:t>
            </w:r>
          </w:p>
          <w:p w:rsidR="00D14C1C" w:rsidRPr="008E6633" w:rsidRDefault="00D14C1C" w:rsidP="002108B6">
            <w:pPr>
              <w:pStyle w:val="Punktygwne"/>
              <w:numPr>
                <w:ilvl w:val="0"/>
                <w:numId w:val="8"/>
              </w:numPr>
              <w:spacing w:before="0" w:after="0"/>
              <w:ind w:left="175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Karolak W., </w:t>
            </w:r>
            <w:r w:rsidRPr="008E6633">
              <w:rPr>
                <w:rFonts w:ascii="Corbel" w:hAnsi="Corbel"/>
                <w:b w:val="0"/>
                <w:i/>
                <w:smallCaps w:val="0"/>
                <w:szCs w:val="24"/>
              </w:rPr>
              <w:t>Arteterapia: terapia za pomocą sztuk wizualnych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. Warszawa, Wyd. 2010.</w:t>
            </w:r>
          </w:p>
          <w:p w:rsidR="00D14C1C" w:rsidRPr="008E6633" w:rsidRDefault="00D14C1C" w:rsidP="002108B6">
            <w:pPr>
              <w:pStyle w:val="Punktygwne"/>
              <w:numPr>
                <w:ilvl w:val="0"/>
                <w:numId w:val="8"/>
              </w:numPr>
              <w:spacing w:before="0" w:after="0"/>
              <w:ind w:left="175" w:hanging="828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Józefowski E., </w:t>
            </w:r>
            <w:r w:rsidRPr="008E6633">
              <w:rPr>
                <w:rFonts w:ascii="Corbel" w:hAnsi="Corbel"/>
                <w:b w:val="0"/>
                <w:i/>
                <w:smallCaps w:val="0"/>
                <w:szCs w:val="24"/>
              </w:rPr>
              <w:t>Arteterapia w sztuce i edukacji; praktyka oddziaływań arte-terapeutycznych z zastosowaniem kreacji plastycznej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. Poznań, Wyd. Naukowe UAM, 2012.</w:t>
            </w:r>
          </w:p>
        </w:tc>
      </w:tr>
      <w:tr w:rsidR="00D14C1C" w:rsidRPr="008E6633" w:rsidTr="00FF263E">
        <w:trPr>
          <w:trHeight w:val="397"/>
        </w:trPr>
        <w:tc>
          <w:tcPr>
            <w:tcW w:w="9639" w:type="dxa"/>
          </w:tcPr>
          <w:p w:rsidR="00D14C1C" w:rsidRPr="008E6633" w:rsidRDefault="00D14C1C" w:rsidP="00042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14C1C" w:rsidRPr="008E6633" w:rsidRDefault="00D14C1C" w:rsidP="002108B6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Hanford</w:t>
            </w:r>
            <w:proofErr w:type="spellEnd"/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O., Karolak W., </w:t>
            </w:r>
            <w:r w:rsidRPr="008E66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Portrety i maski w twórczym rozwoju i arteterapii</w:t>
            </w: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Łódź</w:t>
            </w:r>
            <w:r w:rsidR="002108B6"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2009.</w:t>
            </w:r>
          </w:p>
          <w:p w:rsidR="00D14C1C" w:rsidRPr="008E6633" w:rsidRDefault="00D14C1C" w:rsidP="002108B6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Baranowska-Jajko E., </w:t>
            </w:r>
            <w:r w:rsidRPr="008E66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Rozwojowa kreska: ćwiczenia plastyczne z elementami arteterapii. </w:t>
            </w: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Gdańsk, 2013.</w:t>
            </w:r>
          </w:p>
          <w:p w:rsidR="00D14C1C" w:rsidRPr="008E6633" w:rsidRDefault="00D14C1C" w:rsidP="002108B6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Gładyszewska-</w:t>
            </w:r>
            <w:proofErr w:type="spellStart"/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Cylulko</w:t>
            </w:r>
            <w:proofErr w:type="spellEnd"/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8E66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Wspomaganie rozwoju dzieci nieśmiałych poprzez wizualizację i inne techniki arteterapii</w:t>
            </w: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Kraków, 2006. </w:t>
            </w:r>
          </w:p>
          <w:p w:rsidR="00D14C1C" w:rsidRPr="008E6633" w:rsidRDefault="00D14C1C" w:rsidP="002108B6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Garda-Łukaszewska J., </w:t>
            </w:r>
            <w:proofErr w:type="spellStart"/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Szperkowski</w:t>
            </w:r>
            <w:proofErr w:type="spellEnd"/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8E66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Współtworzenie: zajęcia plastyczne z osobami upośledzonymi umysłowo. </w:t>
            </w: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Warszawa, 1997.</w:t>
            </w:r>
          </w:p>
          <w:p w:rsidR="00D14C1C" w:rsidRPr="008E6633" w:rsidRDefault="00D14C1C" w:rsidP="002108B6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Daszyńska M., </w:t>
            </w:r>
            <w:r w:rsidRPr="008E66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Techniki graficzne powielane i odbijane</w:t>
            </w: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Warszawa, 1992.</w:t>
            </w:r>
          </w:p>
          <w:p w:rsidR="00D14C1C" w:rsidRPr="008E6633" w:rsidRDefault="00D14C1C" w:rsidP="002108B6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Daszyńska M., </w:t>
            </w:r>
            <w:r w:rsidRPr="008E66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Papieroplastyka</w:t>
            </w: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Warszawa,1994.</w:t>
            </w:r>
          </w:p>
          <w:p w:rsidR="00D14C1C" w:rsidRPr="008E6633" w:rsidRDefault="00D14C1C" w:rsidP="002108B6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Daszyńska M., </w:t>
            </w:r>
            <w:r w:rsidRPr="008E66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Rzeźby z papieru.</w:t>
            </w: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1996.</w:t>
            </w:r>
          </w:p>
          <w:p w:rsidR="00D14C1C" w:rsidRPr="008E6633" w:rsidRDefault="00D14C1C" w:rsidP="002108B6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Marcinkowska K., </w:t>
            </w:r>
            <w:r w:rsidRPr="008E66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Bryły i reliefy.</w:t>
            </w: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1996.</w:t>
            </w:r>
          </w:p>
          <w:p w:rsidR="00D14C1C" w:rsidRPr="008E6633" w:rsidRDefault="00D14C1C" w:rsidP="002108B6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Marcinkowska K., Michejda-Kowalska K., </w:t>
            </w:r>
            <w:r w:rsidRPr="008E66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Wydzieranki, wycinanki</w:t>
            </w: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Warszawa, 1993.</w:t>
            </w:r>
          </w:p>
        </w:tc>
      </w:tr>
    </w:tbl>
    <w:p w:rsidR="0085747A" w:rsidRPr="008E663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E6633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E663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108B6" w:rsidRPr="008E6633" w:rsidRDefault="002108B6" w:rsidP="00DF4D54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2108B6" w:rsidRPr="008E663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1D4" w:rsidRDefault="00A941D4" w:rsidP="00C16ABF">
      <w:pPr>
        <w:spacing w:after="0" w:line="240" w:lineRule="auto"/>
      </w:pPr>
      <w:r>
        <w:separator/>
      </w:r>
    </w:p>
  </w:endnote>
  <w:endnote w:type="continuationSeparator" w:id="0">
    <w:p w:rsidR="00A941D4" w:rsidRDefault="00A941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1D4" w:rsidRDefault="00A941D4" w:rsidP="00C16ABF">
      <w:pPr>
        <w:spacing w:after="0" w:line="240" w:lineRule="auto"/>
      </w:pPr>
      <w:r>
        <w:separator/>
      </w:r>
    </w:p>
  </w:footnote>
  <w:footnote w:type="continuationSeparator" w:id="0">
    <w:p w:rsidR="00A941D4" w:rsidRDefault="00A941D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622FE"/>
    <w:multiLevelType w:val="hybridMultilevel"/>
    <w:tmpl w:val="F236B42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42258"/>
    <w:multiLevelType w:val="hybridMultilevel"/>
    <w:tmpl w:val="A2CC07B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A0714"/>
    <w:multiLevelType w:val="hybridMultilevel"/>
    <w:tmpl w:val="8A1A7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82CC0"/>
    <w:multiLevelType w:val="hybridMultilevel"/>
    <w:tmpl w:val="1BBAF66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3E1880"/>
    <w:multiLevelType w:val="hybridMultilevel"/>
    <w:tmpl w:val="2DAEB4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6604C"/>
    <w:multiLevelType w:val="hybridMultilevel"/>
    <w:tmpl w:val="3E22E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A173B"/>
    <w:multiLevelType w:val="hybridMultilevel"/>
    <w:tmpl w:val="B8F4F6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533CD4"/>
    <w:multiLevelType w:val="hybridMultilevel"/>
    <w:tmpl w:val="9CBEC05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8F5"/>
    <w:rsid w:val="000B192D"/>
    <w:rsid w:val="000B28EE"/>
    <w:rsid w:val="000B3E37"/>
    <w:rsid w:val="000D04B0"/>
    <w:rsid w:val="000F1C57"/>
    <w:rsid w:val="000F5615"/>
    <w:rsid w:val="0010459E"/>
    <w:rsid w:val="00123F35"/>
    <w:rsid w:val="00124BFF"/>
    <w:rsid w:val="0012560E"/>
    <w:rsid w:val="00127108"/>
    <w:rsid w:val="00130DCE"/>
    <w:rsid w:val="00134B13"/>
    <w:rsid w:val="00137F35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5698"/>
    <w:rsid w:val="001D657B"/>
    <w:rsid w:val="001D7B54"/>
    <w:rsid w:val="001E0209"/>
    <w:rsid w:val="001F2CA2"/>
    <w:rsid w:val="002027C4"/>
    <w:rsid w:val="002108B6"/>
    <w:rsid w:val="00211533"/>
    <w:rsid w:val="002144C0"/>
    <w:rsid w:val="0022477D"/>
    <w:rsid w:val="002278A9"/>
    <w:rsid w:val="002318A2"/>
    <w:rsid w:val="002336F9"/>
    <w:rsid w:val="0024028F"/>
    <w:rsid w:val="00244ABC"/>
    <w:rsid w:val="00265F6D"/>
    <w:rsid w:val="00281FF2"/>
    <w:rsid w:val="002857DE"/>
    <w:rsid w:val="00291567"/>
    <w:rsid w:val="0029284D"/>
    <w:rsid w:val="002A22BF"/>
    <w:rsid w:val="002A2389"/>
    <w:rsid w:val="002A671D"/>
    <w:rsid w:val="002B4D55"/>
    <w:rsid w:val="002B4F8B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7B2"/>
    <w:rsid w:val="003343CF"/>
    <w:rsid w:val="00345C09"/>
    <w:rsid w:val="00346FE9"/>
    <w:rsid w:val="0034759A"/>
    <w:rsid w:val="003503F6"/>
    <w:rsid w:val="003530DD"/>
    <w:rsid w:val="00363F78"/>
    <w:rsid w:val="003A0A5B"/>
    <w:rsid w:val="003A1176"/>
    <w:rsid w:val="003C0BAE"/>
    <w:rsid w:val="003C290C"/>
    <w:rsid w:val="003D18A9"/>
    <w:rsid w:val="003D6CE2"/>
    <w:rsid w:val="003E0D8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B5A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777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7DB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093F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65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2B95"/>
    <w:rsid w:val="007C3299"/>
    <w:rsid w:val="007C3BCC"/>
    <w:rsid w:val="007C4546"/>
    <w:rsid w:val="007D6E56"/>
    <w:rsid w:val="007F4155"/>
    <w:rsid w:val="00813785"/>
    <w:rsid w:val="0081554D"/>
    <w:rsid w:val="0081707E"/>
    <w:rsid w:val="008449B3"/>
    <w:rsid w:val="008552A2"/>
    <w:rsid w:val="0085747A"/>
    <w:rsid w:val="00860243"/>
    <w:rsid w:val="00884922"/>
    <w:rsid w:val="00885F64"/>
    <w:rsid w:val="008917F9"/>
    <w:rsid w:val="008A45F7"/>
    <w:rsid w:val="008A54B5"/>
    <w:rsid w:val="008A6CFE"/>
    <w:rsid w:val="008C0CC0"/>
    <w:rsid w:val="008C19A9"/>
    <w:rsid w:val="008C379D"/>
    <w:rsid w:val="008C5147"/>
    <w:rsid w:val="008C5359"/>
    <w:rsid w:val="008C5363"/>
    <w:rsid w:val="008D3DFB"/>
    <w:rsid w:val="008E4867"/>
    <w:rsid w:val="008E5A94"/>
    <w:rsid w:val="008E64F4"/>
    <w:rsid w:val="008E6633"/>
    <w:rsid w:val="008F12C9"/>
    <w:rsid w:val="008F6E29"/>
    <w:rsid w:val="00902207"/>
    <w:rsid w:val="00916188"/>
    <w:rsid w:val="00923D7D"/>
    <w:rsid w:val="00944613"/>
    <w:rsid w:val="009508DF"/>
    <w:rsid w:val="00950DAC"/>
    <w:rsid w:val="00954A07"/>
    <w:rsid w:val="00997F14"/>
    <w:rsid w:val="009A78D9"/>
    <w:rsid w:val="009B2BB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58C7"/>
    <w:rsid w:val="00A2245B"/>
    <w:rsid w:val="00A30110"/>
    <w:rsid w:val="00A3408E"/>
    <w:rsid w:val="00A36899"/>
    <w:rsid w:val="00A371F6"/>
    <w:rsid w:val="00A42F88"/>
    <w:rsid w:val="00A43BF6"/>
    <w:rsid w:val="00A53FA5"/>
    <w:rsid w:val="00A54817"/>
    <w:rsid w:val="00A601C8"/>
    <w:rsid w:val="00A60799"/>
    <w:rsid w:val="00A84C85"/>
    <w:rsid w:val="00A941D4"/>
    <w:rsid w:val="00A97DE1"/>
    <w:rsid w:val="00AB053C"/>
    <w:rsid w:val="00AC4271"/>
    <w:rsid w:val="00AD1146"/>
    <w:rsid w:val="00AD27D3"/>
    <w:rsid w:val="00AD66D6"/>
    <w:rsid w:val="00AE1160"/>
    <w:rsid w:val="00AE203C"/>
    <w:rsid w:val="00AE2E74"/>
    <w:rsid w:val="00AE5FCB"/>
    <w:rsid w:val="00AE5FFE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D60"/>
    <w:rsid w:val="00B97766"/>
    <w:rsid w:val="00B97AEA"/>
    <w:rsid w:val="00BB4AC8"/>
    <w:rsid w:val="00BB520A"/>
    <w:rsid w:val="00BC031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462"/>
    <w:rsid w:val="00C56036"/>
    <w:rsid w:val="00C61DC5"/>
    <w:rsid w:val="00C67E92"/>
    <w:rsid w:val="00C70A26"/>
    <w:rsid w:val="00C766DF"/>
    <w:rsid w:val="00C93F54"/>
    <w:rsid w:val="00C94B98"/>
    <w:rsid w:val="00CA2B96"/>
    <w:rsid w:val="00CA5089"/>
    <w:rsid w:val="00CD6897"/>
    <w:rsid w:val="00CE5BAC"/>
    <w:rsid w:val="00CE6B30"/>
    <w:rsid w:val="00CF25BE"/>
    <w:rsid w:val="00CF78ED"/>
    <w:rsid w:val="00D02B25"/>
    <w:rsid w:val="00D02EBA"/>
    <w:rsid w:val="00D03977"/>
    <w:rsid w:val="00D12590"/>
    <w:rsid w:val="00D14C1C"/>
    <w:rsid w:val="00D17C3C"/>
    <w:rsid w:val="00D26B2C"/>
    <w:rsid w:val="00D352C9"/>
    <w:rsid w:val="00D42282"/>
    <w:rsid w:val="00D425B2"/>
    <w:rsid w:val="00D428D6"/>
    <w:rsid w:val="00D552B2"/>
    <w:rsid w:val="00D608D1"/>
    <w:rsid w:val="00D74119"/>
    <w:rsid w:val="00D8075B"/>
    <w:rsid w:val="00D81384"/>
    <w:rsid w:val="00D8678B"/>
    <w:rsid w:val="00D90CDA"/>
    <w:rsid w:val="00D97696"/>
    <w:rsid w:val="00DA2114"/>
    <w:rsid w:val="00DA2BFD"/>
    <w:rsid w:val="00DE09C0"/>
    <w:rsid w:val="00DE4A14"/>
    <w:rsid w:val="00DF2937"/>
    <w:rsid w:val="00DF320D"/>
    <w:rsid w:val="00DF4D54"/>
    <w:rsid w:val="00DF71C8"/>
    <w:rsid w:val="00E079B9"/>
    <w:rsid w:val="00E129B8"/>
    <w:rsid w:val="00E21E7D"/>
    <w:rsid w:val="00E22FBC"/>
    <w:rsid w:val="00E24BF5"/>
    <w:rsid w:val="00E25338"/>
    <w:rsid w:val="00E51E44"/>
    <w:rsid w:val="00E53A81"/>
    <w:rsid w:val="00E63348"/>
    <w:rsid w:val="00E63C3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53F7"/>
    <w:rsid w:val="00F17567"/>
    <w:rsid w:val="00F27A7B"/>
    <w:rsid w:val="00F379BD"/>
    <w:rsid w:val="00F526AF"/>
    <w:rsid w:val="00F617C3"/>
    <w:rsid w:val="00F7066B"/>
    <w:rsid w:val="00F8185A"/>
    <w:rsid w:val="00F83B28"/>
    <w:rsid w:val="00F974DA"/>
    <w:rsid w:val="00FA46E5"/>
    <w:rsid w:val="00FA702E"/>
    <w:rsid w:val="00FB7DBA"/>
    <w:rsid w:val="00FC0B21"/>
    <w:rsid w:val="00FC1C25"/>
    <w:rsid w:val="00FC3F45"/>
    <w:rsid w:val="00FD31FD"/>
    <w:rsid w:val="00FD503F"/>
    <w:rsid w:val="00FD555A"/>
    <w:rsid w:val="00FD7589"/>
    <w:rsid w:val="00FE3A93"/>
    <w:rsid w:val="00FF016A"/>
    <w:rsid w:val="00FF1401"/>
    <w:rsid w:val="00FF263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A7726"/>
  <w15:docId w15:val="{861F5199-63AC-4293-B455-6EC3ED741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24867-1918-43D1-A4B1-31A7EAF1E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1056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2020-03-01T11:25:00Z</dcterms:created>
  <dcterms:modified xsi:type="dcterms:W3CDTF">2021-09-06T10:32:00Z</dcterms:modified>
</cp:coreProperties>
</file>